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prostřednictvím komunikačního rozhraní systému JOSEPHINE. Tento způsob komunikace se týká jakékoliv elektronické komunikace, resp. elektr</w:t>
      </w:r>
      <w:r w:rsidR="00AD7BE2">
        <w:rPr>
          <w:rFonts w:asciiTheme="minorHAnsi" w:hAnsiTheme="minorHAnsi"/>
          <w:b/>
          <w:sz w:val="22"/>
          <w:szCs w:val="22"/>
          <w:highlight w:val="yellow"/>
        </w:rPr>
        <w:t>o</w:t>
      </w:r>
      <w:bookmarkStart w:id="0" w:name="_GoBack"/>
      <w:bookmarkEnd w:id="0"/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D7BE2"/>
    <w:rsid w:val="00AF6306"/>
    <w:rsid w:val="00B0258D"/>
    <w:rsid w:val="00B03FF0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311206B-B1F2-46D8-BADC-EA6091211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4B6A8B14</Template>
  <TotalTime>46</TotalTime>
  <Pages>3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7</cp:revision>
  <cp:lastPrinted>2023-01-11T11:54:00Z</cp:lastPrinted>
  <dcterms:created xsi:type="dcterms:W3CDTF">2022-03-09T11:11:00Z</dcterms:created>
  <dcterms:modified xsi:type="dcterms:W3CDTF">2025-01-08T06:52:00Z</dcterms:modified>
</cp:coreProperties>
</file>